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D01" w:rsidRDefault="00056D01" w:rsidP="00766DC6">
      <w:pPr>
        <w:jc w:val="right"/>
      </w:pPr>
    </w:p>
    <w:p w:rsidR="00056D01" w:rsidRDefault="00056D01" w:rsidP="00766DC6">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4in;margin-top:18.8pt;width:162pt;height:54pt;z-index:251658752" wrapcoords="0 0 21600 0 21600 21600 0 21600 0 0" filled="f" stroked="f">
            <v:fill o:detectmouseclick="t"/>
            <v:textbox inset=",7.2pt,,7.2pt">
              <w:txbxContent>
                <w:p w:rsidR="00056D01" w:rsidRPr="00C055B8" w:rsidRDefault="00056D01">
                  <w:pPr>
                    <w:rPr>
                      <w:rFonts w:ascii="Bookman Old Style" w:hAnsi="Bookman Old Style"/>
                    </w:rPr>
                  </w:pPr>
                  <w:r w:rsidRPr="00C055B8">
                    <w:rPr>
                      <w:rFonts w:ascii="Bookman Old Style" w:hAnsi="Bookman Old Style"/>
                    </w:rPr>
                    <w:t xml:space="preserve">What’s most important </w:t>
                  </w:r>
                  <w:r w:rsidRPr="00C055B8">
                    <w:rPr>
                      <w:rFonts w:ascii="Bookman Old Style" w:hAnsi="Bookman Old Style"/>
                      <w:i/>
                    </w:rPr>
                    <w:t>about</w:t>
                  </w:r>
                  <w:r w:rsidRPr="00C055B8">
                    <w:rPr>
                      <w:rFonts w:ascii="Bookman Old Style" w:hAnsi="Bookman Old Style"/>
                    </w:rPr>
                    <w:t xml:space="preserve"> the </w:t>
                  </w:r>
                  <w:r w:rsidRPr="00C055B8">
                    <w:rPr>
                      <w:rFonts w:ascii="Bookman Old Style" w:hAnsi="Bookman Old Style"/>
                      <w:b/>
                    </w:rPr>
                    <w:t>Who</w:t>
                  </w:r>
                  <w:r w:rsidRPr="00C055B8">
                    <w:rPr>
                      <w:rFonts w:ascii="Bookman Old Style" w:hAnsi="Bookman Old Style"/>
                    </w:rPr>
                    <w:t xml:space="preserve"> or </w:t>
                  </w:r>
                  <w:r w:rsidRPr="00C055B8">
                    <w:rPr>
                      <w:rFonts w:ascii="Bookman Old Style" w:hAnsi="Bookman Old Style"/>
                      <w:b/>
                    </w:rPr>
                    <w:t>What</w:t>
                  </w:r>
                  <w:r w:rsidRPr="00C055B8">
                    <w:rPr>
                      <w:rFonts w:ascii="Bookman Old Style" w:hAnsi="Bookman Old Style"/>
                    </w:rPr>
                    <w:t>?</w:t>
                  </w:r>
                </w:p>
              </w:txbxContent>
            </v:textbox>
            <w10:wrap type="tight"/>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pt;margin-top:18.05pt;width:325.9pt;height:372.5pt;z-index:251657728;visibility:visible;mso-wrap-distance-left:9.48pt;mso-wrap-distance-right:180.6pt" wrapcoords="15095 43 14549 87 13159 565 13159 739 12463 1434 12066 2130 11868 2825 11917 3520 12116 4216 12513 4911 5313 5563 4767 5650 2979 6171 2681 6476 1937 6997 1241 7693 745 8388 199 9779 149 11169 248 11865 497 12560 1341 13951 2135 14646 3327 15342 3377 15733 7647 16037 12513 16037 12364 16732 12017 17428 11868 18123 11917 18819 12166 19514 12563 20209 13457 20905 13506 20992 14698 21383 14996 21383 16039 21383 16337 21383 17528 20992 17578 20905 18422 20209 18869 19514 19068 18819 19117 18123 18968 17428 18621 16732 18025 15994 17081 15515 16585 15298 11123 14646 10775 13951 16337 13951 20011 13690 20011 13256 20806 12560 21203 11865 21401 11169 21451 10474 21302 9779 20954 9083 20458 8605 20210 8301 19018 7779 18670 7649 10974 6997 11768 6302 15194 6302 17777 5998 17777 5606 18521 4911 18919 4216 19117 3520 19117 2825 18968 2130 18670 1652 18571 1434 18074 956 17826 608 16436 87 15989 43 15095 43">
            <v:imagedata r:id="rId7" o:title="" gain="192753f"/>
            <o:lock v:ext="edit" aspectratio="f"/>
            <w10:wrap type="tight"/>
          </v:shape>
        </w:pict>
      </w:r>
    </w:p>
    <w:p w:rsidR="00056D01" w:rsidRPr="009231F6" w:rsidRDefault="00056D01" w:rsidP="00766DC6">
      <w:pPr>
        <w:jc w:val="right"/>
      </w:pPr>
    </w:p>
    <w:p w:rsidR="00056D01" w:rsidRDefault="00056D01"/>
    <w:p w:rsidR="00056D01" w:rsidRDefault="00056D01"/>
    <w:p w:rsidR="00056D01" w:rsidRDefault="00056D01"/>
    <w:p w:rsidR="00056D01" w:rsidRDefault="00056D01">
      <w:r>
        <w:rPr>
          <w:noProof/>
        </w:rPr>
        <w:pict>
          <v:shape id="_x0000_s1028" type="#_x0000_t202" style="position:absolute;margin-left:-.4pt;margin-top:2.65pt;width:162pt;height:44.8pt;z-index:251656704" wrapcoords="0 0 21600 0 21600 21600 0 21600 0 0" filled="f" stroked="f">
            <v:fill o:detectmouseclick="t"/>
            <v:textbox style="mso-next-textbox:#_x0000_s1028" inset=",7.2pt,,7.2pt">
              <w:txbxContent>
                <w:p w:rsidR="00056D01" w:rsidRPr="00C055B8" w:rsidRDefault="00056D01">
                  <w:pPr>
                    <w:rPr>
                      <w:rFonts w:ascii="Bookman Old Style" w:hAnsi="Bookman Old Style"/>
                    </w:rPr>
                  </w:pPr>
                  <w:r w:rsidRPr="00C055B8">
                    <w:rPr>
                      <w:rFonts w:ascii="Bookman Old Style" w:hAnsi="Bookman Old Style"/>
                    </w:rPr>
                    <w:t>What’</w:t>
                  </w:r>
                  <w:r>
                    <w:rPr>
                      <w:rFonts w:ascii="Bookman Old Style" w:hAnsi="Bookman Old Style"/>
                    </w:rPr>
                    <w:t xml:space="preserve">s the most important </w:t>
                  </w:r>
                  <w:r w:rsidRPr="00C055B8">
                    <w:rPr>
                      <w:rFonts w:ascii="Bookman Old Style" w:hAnsi="Bookman Old Style"/>
                      <w:b/>
                    </w:rPr>
                    <w:t>Who</w:t>
                  </w:r>
                  <w:r w:rsidRPr="00C055B8">
                    <w:rPr>
                      <w:rFonts w:ascii="Bookman Old Style" w:hAnsi="Bookman Old Style"/>
                    </w:rPr>
                    <w:t xml:space="preserve"> or </w:t>
                  </w:r>
                  <w:r w:rsidRPr="00C055B8">
                    <w:rPr>
                      <w:rFonts w:ascii="Bookman Old Style" w:hAnsi="Bookman Old Style"/>
                      <w:b/>
                    </w:rPr>
                    <w:t>What</w:t>
                  </w:r>
                  <w:r w:rsidRPr="00C055B8">
                    <w:rPr>
                      <w:rFonts w:ascii="Bookman Old Style" w:hAnsi="Bookman Old Style"/>
                    </w:rPr>
                    <w:t>?</w:t>
                  </w:r>
                </w:p>
              </w:txbxContent>
            </v:textbox>
            <w10:wrap type="tight"/>
          </v:shape>
        </w:pict>
      </w:r>
    </w:p>
    <w:p w:rsidR="00056D01" w:rsidRDefault="00056D01"/>
    <w:p w:rsidR="00056D01" w:rsidRDefault="00056D01"/>
    <w:p w:rsidR="00056D01" w:rsidRDefault="00056D01"/>
    <w:p w:rsidR="00056D01" w:rsidRDefault="00056D01"/>
    <w:p w:rsidR="00056D01" w:rsidRDefault="00056D01"/>
    <w:p w:rsidR="00056D01" w:rsidRDefault="00056D01"/>
    <w:p w:rsidR="00056D01" w:rsidRDefault="00056D01"/>
    <w:p w:rsidR="00056D01" w:rsidRDefault="00056D01"/>
    <w:p w:rsidR="00056D01" w:rsidRDefault="00056D01"/>
    <w:p w:rsidR="00056D01" w:rsidRDefault="00056D01"/>
    <w:p w:rsidR="00056D01" w:rsidRDefault="00056D01"/>
    <w:p w:rsidR="00056D01" w:rsidRDefault="00056D01"/>
    <w:p w:rsidR="00056D01" w:rsidRDefault="00056D01"/>
    <w:p w:rsidR="00056D01" w:rsidRDefault="00056D01"/>
    <w:p w:rsidR="00056D01" w:rsidRDefault="00056D01"/>
    <w:p w:rsidR="00056D01" w:rsidRDefault="00056D01"/>
    <w:p w:rsidR="00056D01" w:rsidRDefault="00056D01"/>
    <w:p w:rsidR="00056D01" w:rsidRDefault="00056D01"/>
    <w:p w:rsidR="00056D01" w:rsidRDefault="00056D01"/>
    <w:p w:rsidR="00056D01" w:rsidRDefault="00056D01"/>
    <w:p w:rsidR="00056D01" w:rsidRDefault="00056D01"/>
    <w:p w:rsidR="00056D01" w:rsidRDefault="00056D01"/>
    <w:p w:rsidR="00056D01" w:rsidRDefault="00056D01"/>
    <w:p w:rsidR="00056D01" w:rsidRDefault="00056D01"/>
    <w:p w:rsidR="00056D01" w:rsidRDefault="00056D01"/>
    <w:p w:rsidR="00056D01" w:rsidRPr="00C055B8" w:rsidRDefault="00056D01" w:rsidP="00C055B8">
      <w:pPr>
        <w:spacing w:line="360" w:lineRule="auto"/>
        <w:rPr>
          <w:rFonts w:ascii="Bookman Old Style" w:hAnsi="Bookman Old Style"/>
          <w:b/>
        </w:rPr>
      </w:pPr>
      <w:r w:rsidRPr="00C055B8">
        <w:rPr>
          <w:rFonts w:ascii="Bookman Old Style" w:hAnsi="Bookman Old Style"/>
          <w:b/>
        </w:rPr>
        <w:t>Put the information together into ONE Gist statement:</w:t>
      </w:r>
    </w:p>
    <w:p w:rsidR="00056D01" w:rsidRDefault="00056D01" w:rsidP="00C055B8">
      <w:pPr>
        <w:spacing w:line="360" w:lineRule="auto"/>
      </w:pPr>
      <w:r>
        <w:t>____________________________________________________________________________________________________________________________________________________________________________________________________________________________________</w:t>
      </w:r>
    </w:p>
    <w:p w:rsidR="00056D01" w:rsidRDefault="00056D01" w:rsidP="00C055B8">
      <w:pPr>
        <w:spacing w:line="360" w:lineRule="auto"/>
      </w:pPr>
      <w:r>
        <w:t>____________________________________________________________________________________________________________________________________________________________________________________________________________________________________</w:t>
      </w:r>
    </w:p>
    <w:p w:rsidR="00056D01" w:rsidRDefault="00056D01"/>
    <w:p w:rsidR="00056D01" w:rsidRPr="00116984" w:rsidRDefault="00056D01" w:rsidP="00116984"/>
    <w:p w:rsidR="00056D01" w:rsidRPr="00116984" w:rsidRDefault="00056D01" w:rsidP="00116984"/>
    <w:p w:rsidR="00056D01" w:rsidRPr="00116984" w:rsidRDefault="00056D01" w:rsidP="00116984"/>
    <w:p w:rsidR="00056D01" w:rsidRPr="00116984" w:rsidRDefault="00056D01" w:rsidP="00116984">
      <w:r>
        <w:rPr>
          <w:rFonts w:ascii="Arial Narrow" w:hAnsi="Arial Narrow" w:cs="Marker Felt"/>
          <w:sz w:val="18"/>
          <w:szCs w:val="18"/>
        </w:rPr>
        <w:t>(2011) Created by The Meadows Center for Preventing Educational Risk for use in Institute of Education Sciences, grant #26-1802-23, 2010-2014).</w:t>
      </w:r>
    </w:p>
    <w:sectPr w:rsidR="00056D01" w:rsidRPr="00116984" w:rsidSect="00766DC6">
      <w:headerReference w:type="default" r:id="rId8"/>
      <w:pgSz w:w="12240" w:h="15840"/>
      <w:pgMar w:top="864" w:right="1008" w:bottom="864" w:left="100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6D01" w:rsidRDefault="00056D01" w:rsidP="00BB3CA4">
      <w:r>
        <w:separator/>
      </w:r>
    </w:p>
  </w:endnote>
  <w:endnote w:type="continuationSeparator" w:id="0">
    <w:p w:rsidR="00056D01" w:rsidRDefault="00056D01" w:rsidP="00BB3C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 Narrow">
    <w:panose1 w:val="020B0506020202030204"/>
    <w:charset w:val="00"/>
    <w:family w:val="swiss"/>
    <w:pitch w:val="variable"/>
    <w:sig w:usb0="00000287" w:usb1="00000000" w:usb2="00000000" w:usb3="00000000" w:csb0="0000009F" w:csb1="00000000"/>
  </w:font>
  <w:font w:name="Marker Felt">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6D01" w:rsidRDefault="00056D01" w:rsidP="00BB3CA4">
      <w:r>
        <w:separator/>
      </w:r>
    </w:p>
  </w:footnote>
  <w:footnote w:type="continuationSeparator" w:id="0">
    <w:p w:rsidR="00056D01" w:rsidRDefault="00056D01" w:rsidP="00BB3C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D01" w:rsidRDefault="00056D01" w:rsidP="00766DC6">
    <w:pPr>
      <w:pStyle w:val="Header"/>
    </w:pPr>
    <w:r>
      <w:t>Day 5- Gist Graphic Organizer</w:t>
    </w:r>
  </w:p>
  <w:p w:rsidR="00056D01" w:rsidRDefault="00056D01" w:rsidP="00766DC6">
    <w:pPr>
      <w:pStyle w:val="Header"/>
      <w:tabs>
        <w:tab w:val="clear" w:pos="8640"/>
        <w:tab w:val="right" w:pos="10170"/>
      </w:tabs>
    </w:pPr>
    <w:r>
      <w:tab/>
    </w:r>
    <w:r>
      <w:tab/>
      <w:t xml:space="preserve">        Name 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631930"/>
    <w:multiLevelType w:val="multilevel"/>
    <w:tmpl w:val="091A964E"/>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nsid w:val="31C333CF"/>
    <w:multiLevelType w:val="hybridMultilevel"/>
    <w:tmpl w:val="091A964E"/>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55B726D3"/>
    <w:multiLevelType w:val="hybridMultilevel"/>
    <w:tmpl w:val="9CD625B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7CEF30C6"/>
    <w:multiLevelType w:val="hybridMultilevel"/>
    <w:tmpl w:val="AE00BE8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evenAndOddHeaders/>
  <w:drawingGridHorizontalSpacing w:val="360"/>
  <w:drawingGridVerticalSpacing w:val="36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D2C5C"/>
    <w:rsid w:val="000106E6"/>
    <w:rsid w:val="00056D01"/>
    <w:rsid w:val="00116984"/>
    <w:rsid w:val="00154931"/>
    <w:rsid w:val="001C7A56"/>
    <w:rsid w:val="004A1B65"/>
    <w:rsid w:val="004D2C5C"/>
    <w:rsid w:val="00504926"/>
    <w:rsid w:val="00766DC6"/>
    <w:rsid w:val="009231F6"/>
    <w:rsid w:val="00A501AD"/>
    <w:rsid w:val="00AA3A9E"/>
    <w:rsid w:val="00BB3CA4"/>
    <w:rsid w:val="00C055B8"/>
    <w:rsid w:val="00E00192"/>
    <w:rsid w:val="00ED64E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D2C5C"/>
    <w:pPr>
      <w:ind w:left="720"/>
    </w:pPr>
  </w:style>
  <w:style w:type="paragraph" w:styleId="Header">
    <w:name w:val="header"/>
    <w:basedOn w:val="Normal"/>
    <w:link w:val="HeaderChar"/>
    <w:uiPriority w:val="99"/>
    <w:rsid w:val="00766DC6"/>
    <w:pPr>
      <w:tabs>
        <w:tab w:val="center" w:pos="4320"/>
        <w:tab w:val="right" w:pos="8640"/>
      </w:tabs>
    </w:pPr>
  </w:style>
  <w:style w:type="character" w:customStyle="1" w:styleId="HeaderChar">
    <w:name w:val="Header Char"/>
    <w:basedOn w:val="DefaultParagraphFont"/>
    <w:link w:val="Header"/>
    <w:uiPriority w:val="99"/>
    <w:locked/>
    <w:rsid w:val="00766DC6"/>
    <w:rPr>
      <w:rFonts w:cs="Times New Roman"/>
    </w:rPr>
  </w:style>
  <w:style w:type="paragraph" w:styleId="Footer">
    <w:name w:val="footer"/>
    <w:basedOn w:val="Normal"/>
    <w:link w:val="FooterChar"/>
    <w:uiPriority w:val="99"/>
    <w:semiHidden/>
    <w:rsid w:val="00766DC6"/>
    <w:pPr>
      <w:tabs>
        <w:tab w:val="center" w:pos="4320"/>
        <w:tab w:val="right" w:pos="8640"/>
      </w:tabs>
    </w:pPr>
  </w:style>
  <w:style w:type="character" w:customStyle="1" w:styleId="FooterChar">
    <w:name w:val="Footer Char"/>
    <w:basedOn w:val="DefaultParagraphFont"/>
    <w:link w:val="Footer"/>
    <w:uiPriority w:val="99"/>
    <w:semiHidden/>
    <w:locked/>
    <w:rsid w:val="00766DC6"/>
    <w:rPr>
      <w:rFonts w:cs="Times New Roman"/>
    </w:rPr>
  </w:style>
  <w:style w:type="table" w:styleId="TableGrid">
    <w:name w:val="Table Grid"/>
    <w:basedOn w:val="TableNormal"/>
    <w:uiPriority w:val="99"/>
    <w:rsid w:val="00766DC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Pages>
  <Words>103</Words>
  <Characters>592</Characters>
  <Application>Microsoft Office Outlook</Application>
  <DocSecurity>0</DocSecurity>
  <Lines>0</Lines>
  <Paragraphs>0</Paragraphs>
  <ScaleCrop>false</ScaleCrop>
  <Company>UT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Peterson</dc:creator>
  <cp:keywords/>
  <dc:description/>
  <cp:lastModifiedBy>Scholastic User</cp:lastModifiedBy>
  <cp:revision>2</cp:revision>
  <dcterms:created xsi:type="dcterms:W3CDTF">2011-08-06T23:01:00Z</dcterms:created>
  <dcterms:modified xsi:type="dcterms:W3CDTF">2011-08-06T23:01:00Z</dcterms:modified>
</cp:coreProperties>
</file>